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70D03-740F-4508-960C-2050C08CA779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